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DD0" w14:textId="78662C09" w:rsidR="00672F55" w:rsidRDefault="009A48C5" w:rsidP="00F313CA">
      <w:pPr>
        <w:sectPr w:rsidR="00672F55" w:rsidSect="00AF1D46">
          <w:headerReference w:type="even" r:id="rId8"/>
          <w:headerReference w:type="default" r:id="rId9"/>
          <w:footerReference w:type="even" r:id="rId10"/>
          <w:footerReference w:type="default" r:id="rId11"/>
          <w:headerReference w:type="first" r:id="rId12"/>
          <w:footerReference w:type="first" r:id="rId13"/>
          <w:type w:val="continuous"/>
          <w:pgSz w:w="12240" w:h="15840"/>
          <w:pgMar w:top="1152" w:right="720" w:bottom="1008" w:left="1152" w:header="720" w:footer="432" w:gutter="0"/>
          <w:cols w:space="378"/>
          <w:titlePg/>
          <w:docGrid w:linePitch="360"/>
        </w:sectPr>
      </w:pPr>
      <w:r>
        <w:rPr>
          <w:noProof/>
        </w:rPr>
        <w:drawing>
          <wp:anchor distT="0" distB="0" distL="114300" distR="114300" simplePos="0" relativeHeight="251686912" behindDoc="0" locked="0" layoutInCell="1" allowOverlap="1" wp14:anchorId="42655150" wp14:editId="3A262783">
            <wp:simplePos x="0" y="0"/>
            <wp:positionH relativeFrom="margin">
              <wp:posOffset>-711835</wp:posOffset>
            </wp:positionH>
            <wp:positionV relativeFrom="margin">
              <wp:posOffset>-511175</wp:posOffset>
            </wp:positionV>
            <wp:extent cx="7723505" cy="1287145"/>
            <wp:effectExtent l="0" t="0" r="0" b="0"/>
            <wp:wrapSquare wrapText="bothSides"/>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3"/>
                    <pic:cNvPicPr/>
                  </pic:nvPicPr>
                  <pic:blipFill>
                    <a:blip r:embed="rId14"/>
                    <a:stretch>
                      <a:fillRect/>
                    </a:stretch>
                  </pic:blipFill>
                  <pic:spPr>
                    <a:xfrm>
                      <a:off x="0" y="0"/>
                      <a:ext cx="7723505" cy="1287145"/>
                    </a:xfrm>
                    <a:prstGeom prst="rect">
                      <a:avLst/>
                    </a:prstGeom>
                  </pic:spPr>
                </pic:pic>
              </a:graphicData>
            </a:graphic>
            <wp14:sizeRelH relativeFrom="margin">
              <wp14:pctWidth>0</wp14:pctWidth>
            </wp14:sizeRelH>
            <wp14:sizeRelV relativeFrom="margin">
              <wp14:pctHeight>0</wp14:pctHeight>
            </wp14:sizeRelV>
          </wp:anchor>
        </w:drawing>
      </w: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0A0F69">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5"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6"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7" w:history="1">
        <w:r w:rsidRPr="00CF7608">
          <w:rPr>
            <w:rStyle w:val="Hyperlink"/>
            <w:color w:val="auto"/>
            <w:u w:val="none"/>
          </w:rPr>
          <w:t>jsafox@ucanr.edu</w:t>
        </w:r>
      </w:hyperlink>
      <w:r w:rsidRPr="00CF7608">
        <w:t xml:space="preserve">.  </w:t>
      </w:r>
      <w:r w:rsidRPr="00CF7608">
        <w:br/>
        <w:t xml:space="preserve">Website: </w:t>
      </w:r>
      <w:hyperlink r:id="rId18"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19"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F13225"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486463" w14:textId="77777777" w:rsidR="000A0F69" w:rsidRDefault="000A0F69" w:rsidP="0018351F">
      <w:r>
        <w:separator/>
      </w:r>
    </w:p>
    <w:p w14:paraId="6A402778" w14:textId="77777777" w:rsidR="000A0F69" w:rsidRDefault="000A0F69"/>
  </w:endnote>
  <w:endnote w:type="continuationSeparator" w:id="0">
    <w:p w14:paraId="6C886371" w14:textId="77777777" w:rsidR="000A0F69" w:rsidRDefault="000A0F69" w:rsidP="0018351F">
      <w:r>
        <w:continuationSeparator/>
      </w:r>
    </w:p>
    <w:p w14:paraId="475BC908" w14:textId="77777777" w:rsidR="000A0F69" w:rsidRDefault="000A0F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notTrueType/>
    <w:pitch w:val="variable"/>
    <w:sig w:usb0="8000008B" w:usb1="100060EA"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40503050306020203"/>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81757807"/>
      <w:docPartObj>
        <w:docPartGallery w:val="Page Numbers (Bottom of Page)"/>
        <w:docPartUnique/>
      </w:docPartObj>
    </w:sdt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499259760"/>
      <w:docPartObj>
        <w:docPartGallery w:val="Page Numbers (Bottom of Page)"/>
        <w:docPartUnique/>
      </w:docPartObj>
    </w:sdt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79AB3B" w14:textId="77777777" w:rsidR="000A0F69" w:rsidRDefault="000A0F69" w:rsidP="0018351F">
      <w:r>
        <w:separator/>
      </w:r>
    </w:p>
    <w:p w14:paraId="4CAAE3D4" w14:textId="77777777" w:rsidR="000A0F69" w:rsidRDefault="000A0F69"/>
  </w:footnote>
  <w:footnote w:type="continuationSeparator" w:id="0">
    <w:p w14:paraId="53B9B74C" w14:textId="77777777" w:rsidR="000A0F69" w:rsidRDefault="000A0F69" w:rsidP="0018351F">
      <w:r>
        <w:continuationSeparator/>
      </w:r>
    </w:p>
    <w:p w14:paraId="16B9C1E4" w14:textId="77777777" w:rsidR="000A0F69" w:rsidRDefault="000A0F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9B512" w14:textId="77777777" w:rsidR="000F0897" w:rsidRDefault="000F0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44676" w14:textId="77777777" w:rsidR="00F13225"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45F3F39C" w:rsidR="00013FC3" w:rsidRPr="00DF7E79" w:rsidRDefault="005D6A66" w:rsidP="00CF7608">
                          <w:pPr>
                            <w:pStyle w:val="Header"/>
                          </w:pPr>
                          <w:r>
                            <w:t>Instituto de Agricultura Orgánica de UC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B67F432" id="_x0000_t202" coordsize="21600,21600" o:spt="202" path="m,l,21600r21600,l21600,xe">
              <v:stroke joinstyle="miter"/>
              <v:path gradientshapeok="t" o:connecttype="rect"/>
            </v:shapetype>
            <v:shape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" filled="f" stroked="f" strokeweight=".5pt">
              <v:textbox style="mso-next-textbox:#Text Box 5">
                <w:txbxContent>
                  <w:p w14:paraId="7E431C33" w14:textId="45F3F39C" w:rsidR="00013FC3" w:rsidRPr="00DF7E79" w:rsidRDefault="005D6A66" w:rsidP="00CF7608">
                    <w:pPr>
                      <w:pStyle w:val="Header"/>
                    </w:pPr>
                    <w:r>
                      <w:t>Instituto de Agricultura Orgánica de UC</w:t>
                    </w:r>
                  </w:p>
                </w:txbxContent>
              </v:textbox>
            </v:shape>
          </w:pict>
        </mc:Fallback>
      </mc:AlternateContent>
    </w:r>
  </w:p>
  <w:p w14:paraId="0BBFEFAB" w14:textId="77777777" w:rsidR="00F13225" w:rsidRDefault="00F1322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E4344" w14:textId="77777777" w:rsidR="000F0897" w:rsidRDefault="000F0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1430005828">
    <w:abstractNumId w:val="2"/>
  </w:num>
  <w:num w:numId="2" w16cid:durableId="45684320">
    <w:abstractNumId w:val="0"/>
  </w:num>
  <w:num w:numId="3" w16cid:durableId="959454317">
    <w:abstractNumId w:val="1"/>
  </w:num>
  <w:num w:numId="4" w16cid:durableId="1299188722">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en-US" w:vendorID="64" w:dllVersion="0"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4ACC"/>
    <w:rsid w:val="00052EFA"/>
    <w:rsid w:val="00054A67"/>
    <w:rsid w:val="00057AFE"/>
    <w:rsid w:val="00065297"/>
    <w:rsid w:val="000765DE"/>
    <w:rsid w:val="000A0F69"/>
    <w:rsid w:val="000B1D0C"/>
    <w:rsid w:val="000B491E"/>
    <w:rsid w:val="000C4468"/>
    <w:rsid w:val="000C4DFB"/>
    <w:rsid w:val="000E38A3"/>
    <w:rsid w:val="000F0897"/>
    <w:rsid w:val="000F4DA2"/>
    <w:rsid w:val="001065C2"/>
    <w:rsid w:val="00125E3C"/>
    <w:rsid w:val="00133C56"/>
    <w:rsid w:val="0014143F"/>
    <w:rsid w:val="0018351F"/>
    <w:rsid w:val="00193DCD"/>
    <w:rsid w:val="001C74B7"/>
    <w:rsid w:val="001F206F"/>
    <w:rsid w:val="002107B5"/>
    <w:rsid w:val="00227FAE"/>
    <w:rsid w:val="0027352E"/>
    <w:rsid w:val="0029770B"/>
    <w:rsid w:val="002B3485"/>
    <w:rsid w:val="002B6E89"/>
    <w:rsid w:val="002C6027"/>
    <w:rsid w:val="002D07AD"/>
    <w:rsid w:val="00312D81"/>
    <w:rsid w:val="003139C0"/>
    <w:rsid w:val="00322B16"/>
    <w:rsid w:val="003A11B3"/>
    <w:rsid w:val="003C1E2D"/>
    <w:rsid w:val="003D72FA"/>
    <w:rsid w:val="003E1450"/>
    <w:rsid w:val="003E7F11"/>
    <w:rsid w:val="003F1C5F"/>
    <w:rsid w:val="00495907"/>
    <w:rsid w:val="004A311C"/>
    <w:rsid w:val="004B48AB"/>
    <w:rsid w:val="004D6282"/>
    <w:rsid w:val="004D68AE"/>
    <w:rsid w:val="004F768E"/>
    <w:rsid w:val="00516F14"/>
    <w:rsid w:val="00523B58"/>
    <w:rsid w:val="005520DE"/>
    <w:rsid w:val="005601B5"/>
    <w:rsid w:val="005741FC"/>
    <w:rsid w:val="005A03A3"/>
    <w:rsid w:val="005B4797"/>
    <w:rsid w:val="005D6A66"/>
    <w:rsid w:val="00600463"/>
    <w:rsid w:val="00605F84"/>
    <w:rsid w:val="00641E35"/>
    <w:rsid w:val="00650891"/>
    <w:rsid w:val="006703A9"/>
    <w:rsid w:val="00672F55"/>
    <w:rsid w:val="006C6FEE"/>
    <w:rsid w:val="006E4387"/>
    <w:rsid w:val="006F3F6B"/>
    <w:rsid w:val="00731AFD"/>
    <w:rsid w:val="00740765"/>
    <w:rsid w:val="00744A72"/>
    <w:rsid w:val="007712A6"/>
    <w:rsid w:val="00772972"/>
    <w:rsid w:val="007750B0"/>
    <w:rsid w:val="007965A3"/>
    <w:rsid w:val="007B30FA"/>
    <w:rsid w:val="007B7CEC"/>
    <w:rsid w:val="007C6294"/>
    <w:rsid w:val="007F5686"/>
    <w:rsid w:val="008252EC"/>
    <w:rsid w:val="00825D55"/>
    <w:rsid w:val="0086221A"/>
    <w:rsid w:val="008B5386"/>
    <w:rsid w:val="008D0FC3"/>
    <w:rsid w:val="008D6DE5"/>
    <w:rsid w:val="008E3A65"/>
    <w:rsid w:val="008F0FF9"/>
    <w:rsid w:val="008F1731"/>
    <w:rsid w:val="00901EFC"/>
    <w:rsid w:val="00913D74"/>
    <w:rsid w:val="00913F7C"/>
    <w:rsid w:val="009411A3"/>
    <w:rsid w:val="0097224D"/>
    <w:rsid w:val="009A48C5"/>
    <w:rsid w:val="009E3EE5"/>
    <w:rsid w:val="009F06BF"/>
    <w:rsid w:val="00A12AB6"/>
    <w:rsid w:val="00A14706"/>
    <w:rsid w:val="00A2103F"/>
    <w:rsid w:val="00A31ACE"/>
    <w:rsid w:val="00A33067"/>
    <w:rsid w:val="00A41205"/>
    <w:rsid w:val="00A4131E"/>
    <w:rsid w:val="00A41EC9"/>
    <w:rsid w:val="00A7728E"/>
    <w:rsid w:val="00AB6D1B"/>
    <w:rsid w:val="00AC6B53"/>
    <w:rsid w:val="00AE0E19"/>
    <w:rsid w:val="00AE49B1"/>
    <w:rsid w:val="00AF1D46"/>
    <w:rsid w:val="00B1563B"/>
    <w:rsid w:val="00B23573"/>
    <w:rsid w:val="00B23DA0"/>
    <w:rsid w:val="00B7429E"/>
    <w:rsid w:val="00B83179"/>
    <w:rsid w:val="00BA585B"/>
    <w:rsid w:val="00BD4DC2"/>
    <w:rsid w:val="00BD7FFE"/>
    <w:rsid w:val="00BE0056"/>
    <w:rsid w:val="00BF2234"/>
    <w:rsid w:val="00BF4785"/>
    <w:rsid w:val="00BF4FA2"/>
    <w:rsid w:val="00C031C6"/>
    <w:rsid w:val="00C16A0F"/>
    <w:rsid w:val="00C2375B"/>
    <w:rsid w:val="00C451C1"/>
    <w:rsid w:val="00C80994"/>
    <w:rsid w:val="00C905B6"/>
    <w:rsid w:val="00C96127"/>
    <w:rsid w:val="00C96AD3"/>
    <w:rsid w:val="00CA5860"/>
    <w:rsid w:val="00CB6C72"/>
    <w:rsid w:val="00CF1ACD"/>
    <w:rsid w:val="00CF7608"/>
    <w:rsid w:val="00D01315"/>
    <w:rsid w:val="00D21AF8"/>
    <w:rsid w:val="00D334AA"/>
    <w:rsid w:val="00D347BB"/>
    <w:rsid w:val="00D5322D"/>
    <w:rsid w:val="00D735F1"/>
    <w:rsid w:val="00D75FF8"/>
    <w:rsid w:val="00D87C54"/>
    <w:rsid w:val="00DA0C10"/>
    <w:rsid w:val="00DC6BB5"/>
    <w:rsid w:val="00DE01A3"/>
    <w:rsid w:val="00DE4230"/>
    <w:rsid w:val="00DF45FE"/>
    <w:rsid w:val="00DF7E79"/>
    <w:rsid w:val="00E05660"/>
    <w:rsid w:val="00E16531"/>
    <w:rsid w:val="00E5661F"/>
    <w:rsid w:val="00E76CF3"/>
    <w:rsid w:val="00E85E4F"/>
    <w:rsid w:val="00EA11A4"/>
    <w:rsid w:val="00EA546B"/>
    <w:rsid w:val="00ED642E"/>
    <w:rsid w:val="00EE2495"/>
    <w:rsid w:val="00EE2BBD"/>
    <w:rsid w:val="00F020ED"/>
    <w:rsid w:val="00F130AA"/>
    <w:rsid w:val="00F13225"/>
    <w:rsid w:val="00F313CA"/>
    <w:rsid w:val="00F37406"/>
    <w:rsid w:val="00F42019"/>
    <w:rsid w:val="00F45E90"/>
    <w:rsid w:val="00F578F3"/>
    <w:rsid w:val="00F60DA9"/>
    <w:rsid w:val="00F8265F"/>
    <w:rsid w:val="00F83729"/>
    <w:rsid w:val="00FA0105"/>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ucanr.edu/sites/anrstaff/Diversity/Affirmative_Actio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jsafox@ucanr.edu" TargetMode="External"/><Relationship Id="rId2" Type="http://schemas.openxmlformats.org/officeDocument/2006/relationships/numbering" Target="numbering.xml"/><Relationship Id="rId16" Type="http://schemas.openxmlformats.org/officeDocument/2006/relationships/hyperlink" Target="http://ucanr.edu/sites/anrstaff/files/215246.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72C4C-C9AF-4D40-B52F-74DED1987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36</TotalTime>
  <Pages>4</Pages>
  <Words>1466</Words>
  <Characters>8362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10</cp:revision>
  <cp:lastPrinted>2019-08-08T18:45:00Z</cp:lastPrinted>
  <dcterms:created xsi:type="dcterms:W3CDTF">2019-08-08T17:52:00Z</dcterms:created>
  <dcterms:modified xsi:type="dcterms:W3CDTF">2025-12-10T03:28:00Z</dcterms:modified>
</cp:coreProperties>
</file>